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西北农林科技大学本科生毕业论文（设计）档案目录</w:t>
      </w:r>
    </w:p>
    <w:p>
      <w:pPr>
        <w:rPr>
          <w:rFonts w:asciiTheme="majorEastAsia" w:hAnsiTheme="majorEastAsia" w:eastAsiaTheme="majorEastAsia" w:cs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学院（系、部）：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u w:val="single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园艺学院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专业年级：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           </w:t>
      </w:r>
    </w:p>
    <w:p>
      <w:pPr>
        <w:rPr>
          <w:rFonts w:asciiTheme="majorEastAsia" w:hAnsiTheme="majorEastAsia" w:eastAsiaTheme="majorEastAsia" w:cs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 生 姓 名  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    号：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           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指 导 教 师  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         </w:t>
      </w:r>
    </w:p>
    <w:tbl>
      <w:tblPr>
        <w:tblStyle w:val="5"/>
        <w:tblpPr w:leftFromText="180" w:rightFromText="180" w:vertAnchor="text" w:horzAnchor="page" w:tblpXSpec="center" w:tblpY="204"/>
        <w:tblOverlap w:val="never"/>
        <w:tblW w:w="7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3831"/>
        <w:gridCol w:w="1108"/>
        <w:gridCol w:w="1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8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材 料 名 称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份数</w:t>
            </w: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831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毕业论文（设计）立题审批表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831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毕业论文（设计）任务书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831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毕业论文（设计）开题报告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83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毕业论文（设计）中期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评价表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383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(设计）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打分表（指导教师用）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3831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（设计）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打分表（评阅教师用）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831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（设计）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打分表（答辩委员用）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3831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毕业论文（设计）打分汇总表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3831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毕业论文（设计）答辩记录表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383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毕业论文（设计）题目变更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申请表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383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（设计）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383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其他附件等（如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外文翻译，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文本复制检测报告单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</w:rPr>
        <w:t xml:space="preserve">接收人：        年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</w:rPr>
        <w:t>月    日        复核人：        年    月    日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6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FA"/>
    <w:rsid w:val="001512FA"/>
    <w:rsid w:val="00190FF2"/>
    <w:rsid w:val="00324987"/>
    <w:rsid w:val="00340856"/>
    <w:rsid w:val="003E2C4F"/>
    <w:rsid w:val="004D4AD3"/>
    <w:rsid w:val="004F1D68"/>
    <w:rsid w:val="00774F11"/>
    <w:rsid w:val="00897366"/>
    <w:rsid w:val="0094410E"/>
    <w:rsid w:val="009F3603"/>
    <w:rsid w:val="00AA75CF"/>
    <w:rsid w:val="00BE2C9D"/>
    <w:rsid w:val="050E1DE5"/>
    <w:rsid w:val="0DB54298"/>
    <w:rsid w:val="0E3B5518"/>
    <w:rsid w:val="13C02008"/>
    <w:rsid w:val="15C64A16"/>
    <w:rsid w:val="17076D19"/>
    <w:rsid w:val="17245816"/>
    <w:rsid w:val="1A0D55CE"/>
    <w:rsid w:val="1E150DE0"/>
    <w:rsid w:val="216E5291"/>
    <w:rsid w:val="234765BF"/>
    <w:rsid w:val="24233DF8"/>
    <w:rsid w:val="25F81356"/>
    <w:rsid w:val="2A7C01B9"/>
    <w:rsid w:val="2A8077E9"/>
    <w:rsid w:val="2B7E7607"/>
    <w:rsid w:val="2EF01A05"/>
    <w:rsid w:val="31B5365F"/>
    <w:rsid w:val="36C82B67"/>
    <w:rsid w:val="39624826"/>
    <w:rsid w:val="3C9B23E9"/>
    <w:rsid w:val="3CF2639C"/>
    <w:rsid w:val="4A6C7CF7"/>
    <w:rsid w:val="4B487237"/>
    <w:rsid w:val="4D3D14EF"/>
    <w:rsid w:val="4DEC3A6F"/>
    <w:rsid w:val="4E8F07BE"/>
    <w:rsid w:val="4EA32C40"/>
    <w:rsid w:val="4FD3435F"/>
    <w:rsid w:val="50F00DD4"/>
    <w:rsid w:val="51367CCA"/>
    <w:rsid w:val="5229340C"/>
    <w:rsid w:val="57A31592"/>
    <w:rsid w:val="672976FF"/>
    <w:rsid w:val="6A815209"/>
    <w:rsid w:val="6D627A10"/>
    <w:rsid w:val="71217467"/>
    <w:rsid w:val="727455EA"/>
    <w:rsid w:val="72C36C44"/>
    <w:rsid w:val="72E13D13"/>
    <w:rsid w:val="78971D21"/>
    <w:rsid w:val="7A7733B0"/>
    <w:rsid w:val="7E4B6F1A"/>
    <w:rsid w:val="7EA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</Words>
  <Characters>436</Characters>
  <Lines>3</Lines>
  <Paragraphs>1</Paragraphs>
  <TotalTime>12</TotalTime>
  <ScaleCrop>false</ScaleCrop>
  <LinksUpToDate>false</LinksUpToDate>
  <CharactersWithSpaces>511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2017-07-12T09:38:00Z</dcterms:created>
  <dc:creator>汪爱兰</dc:creator>
  <cp:lastModifiedBy>从零开始</cp:lastModifiedBy>
  <cp:lastPrinted>2017-07-20T09:18:00Z</cp:lastPrinted>
  <dcterms:modified xsi:type="dcterms:W3CDTF">2021-06-15T09:36:04Z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